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4D13336" w14:textId="61C48AAB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0B2E11">
        <w:rPr>
          <w:rFonts w:asciiTheme="minorHAnsi"/>
          <w:b/>
          <w:bCs/>
        </w:rPr>
        <w:t>1</w:t>
      </w:r>
      <w:r w:rsidR="00D62C7D">
        <w:rPr>
          <w:rFonts w:asciiTheme="minorHAnsi"/>
          <w:b/>
          <w:bCs/>
        </w:rPr>
        <w:t>6</w:t>
      </w:r>
      <w:r w:rsidR="000B2E11">
        <w:rPr>
          <w:rFonts w:asciiTheme="minorHAnsi"/>
          <w:b/>
          <w:bCs/>
        </w:rPr>
        <w:t>-</w:t>
      </w:r>
      <w:r>
        <w:rPr>
          <w:rFonts w:asciiTheme="minorHAnsi"/>
          <w:b/>
          <w:bCs/>
        </w:rPr>
        <w:t>2</w:t>
      </w:r>
      <w:r w:rsidR="007E4018">
        <w:rPr>
          <w:rFonts w:asciiTheme="minorHAnsi"/>
          <w:b/>
          <w:bCs/>
        </w:rPr>
        <w:t>4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FF6AA8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4F7D06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20312C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4AF5275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39F287BA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0283B13C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25E7775D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20FBFAED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32A35D39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7E4018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632C1F54" w14:textId="77777777">
        <w:trPr>
          <w:trHeight w:val="20"/>
        </w:trPr>
        <w:tc>
          <w:tcPr>
            <w:tcW w:w="5083" w:type="dxa"/>
            <w:tcBorders>
              <w:top w:val="single" w:sz="12" w:space="0" w:color="auto"/>
            </w:tcBorders>
            <w:shd w:val="clear" w:color="auto" w:fill="auto"/>
          </w:tcPr>
          <w:p w14:paraId="3390EA3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Opening***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shd w:val="clear" w:color="auto" w:fill="auto"/>
          </w:tcPr>
          <w:p w14:paraId="5975CF6A" w14:textId="29A1418B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63">
              <w:rPr>
                <w:rFonts w:ascii="Calibri" w:hAnsi="Calibri" w:cs="Calibri"/>
                <w:kern w:val="2"/>
                <w:lang w:eastAsia="ko-KR"/>
              </w:rPr>
              <w:t>CPU</w:t>
            </w:r>
            <w:r w:rsidR="00A23363" w:rsidRPr="00A23363">
              <w:rPr>
                <w:rFonts w:ascii="Calibri" w:hAnsi="Calibri" w:cs="Calibri"/>
                <w:kern w:val="2"/>
                <w:lang w:eastAsia="ko-KR"/>
              </w:rPr>
              <w:t xml:space="preserve"> and OB</w:t>
            </w:r>
          </w:p>
        </w:tc>
        <w:tc>
          <w:tcPr>
            <w:tcW w:w="26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FF62" w14:textId="1C96DA62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A2336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2BF3B7B9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40CD4154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2CBCB72D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4A4A764C" w:rsidR="00E57D32" w:rsidRDefault="004A079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B6476E">
              <w:rPr>
                <w:rFonts w:ascii="Calibri" w:hAnsi="Calibri"/>
                <w:szCs w:val="20"/>
              </w:rPr>
              <w:t>/</w:t>
            </w:r>
            <w:r w:rsidR="00D62C7D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bookmarkStart w:id="0" w:name="_GoBack"/>
            <w:bookmarkEnd w:id="0"/>
            <w:r w:rsidR="0067587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675873">
              <w:rPr>
                <w:rFonts w:ascii="Calibri" w:hAnsi="Calibri"/>
                <w:szCs w:val="20"/>
              </w:rPr>
              <w:t xml:space="preserve">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679B539F" w:rsidR="00E57D32" w:rsidRDefault="00D62C7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The delivery will be done once the first payment is </w:t>
            </w:r>
            <w:r w:rsidR="00F9515F">
              <w:rPr>
                <w:rFonts w:ascii="Calibri" w:hAnsi="Calibri"/>
                <w:szCs w:val="20"/>
              </w:rPr>
              <w:t xml:space="preserve">received by the supplier. </w:t>
            </w:r>
          </w:p>
        </w:tc>
      </w:tr>
    </w:tbl>
    <w:p w14:paraId="529252F3" w14:textId="77777777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2F9C" w14:textId="77777777" w:rsidR="00CA19C9" w:rsidRDefault="00CA19C9">
      <w:pPr>
        <w:spacing w:after="0" w:line="240" w:lineRule="auto"/>
      </w:pPr>
      <w:r>
        <w:separator/>
      </w:r>
    </w:p>
  </w:endnote>
  <w:endnote w:type="continuationSeparator" w:id="0">
    <w:p w14:paraId="3BB2C671" w14:textId="77777777" w:rsidR="00CA19C9" w:rsidRDefault="00CA1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19583203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B2A3F">
      <w:rPr>
        <w:noProof/>
      </w:rPr>
      <w:t>2024-10-03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F6133" w14:textId="77777777" w:rsidR="00CA19C9" w:rsidRDefault="00CA19C9">
      <w:pPr>
        <w:spacing w:after="0" w:line="240" w:lineRule="auto"/>
      </w:pPr>
      <w:r>
        <w:separator/>
      </w:r>
    </w:p>
  </w:footnote>
  <w:footnote w:type="continuationSeparator" w:id="0">
    <w:p w14:paraId="2AB7BF3B" w14:textId="77777777" w:rsidR="00CA19C9" w:rsidRDefault="00CA1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9DC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26F5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2E11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3F6A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009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BDA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6E0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219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949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988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79B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6E9B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2D8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0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1C6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39FC"/>
    <w:rsid w:val="008955C6"/>
    <w:rsid w:val="00895FD3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3AB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69B"/>
    <w:rsid w:val="00951796"/>
    <w:rsid w:val="00952011"/>
    <w:rsid w:val="0095241B"/>
    <w:rsid w:val="00954D2A"/>
    <w:rsid w:val="00955304"/>
    <w:rsid w:val="00955D77"/>
    <w:rsid w:val="00956424"/>
    <w:rsid w:val="0095706E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FDB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1A1C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476E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6D9E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9C9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2C7D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2A3F"/>
    <w:rsid w:val="00DB3EAA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255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04C"/>
    <w:rsid w:val="00E80DF3"/>
    <w:rsid w:val="00E80E0A"/>
    <w:rsid w:val="00E842EA"/>
    <w:rsid w:val="00E86D44"/>
    <w:rsid w:val="00E90976"/>
    <w:rsid w:val="00E91499"/>
    <w:rsid w:val="00E95184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8BC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515F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40E64C1-6912-42E3-A0A8-163FA485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3</cp:revision>
  <cp:lastPrinted>2020-09-10T03:34:00Z</cp:lastPrinted>
  <dcterms:created xsi:type="dcterms:W3CDTF">2024-10-03T02:30:00Z</dcterms:created>
  <dcterms:modified xsi:type="dcterms:W3CDTF">2024-10-03T02:32:00Z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